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231AAD">
        <w:rPr>
          <w:b/>
        </w:rPr>
        <w:t>„</w:t>
      </w:r>
      <w:bookmarkEnd w:id="0"/>
      <w:r w:rsidR="00231AAD" w:rsidRPr="00231AAD">
        <w:rPr>
          <w:b/>
        </w:rPr>
        <w:t>Dodávka materiálu válečkových stoliček</w:t>
      </w:r>
      <w:r w:rsidRPr="00231AAD">
        <w:rPr>
          <w:b/>
        </w:rPr>
        <w:t>“</w:t>
      </w:r>
      <w:r w:rsidRPr="005E4B67">
        <w:t xml:space="preserve">, </w:t>
      </w:r>
      <w:bookmarkStart w:id="1" w:name="_GoBack"/>
      <w:proofErr w:type="gramStart"/>
      <w:r w:rsidR="007E637D" w:rsidRPr="007E637D">
        <w:t>č.j.</w:t>
      </w:r>
      <w:proofErr w:type="gramEnd"/>
      <w:r w:rsidR="007E637D" w:rsidRPr="007E637D">
        <w:t xml:space="preserve"> 40248/2020-SŽ-OŘ PHA-OVZ</w:t>
      </w:r>
      <w:r w:rsidRPr="007E637D">
        <w:t xml:space="preserve"> </w:t>
      </w:r>
      <w:bookmarkEnd w:id="1"/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8BBCC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86A51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63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63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20B352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76809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1AAD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37D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1712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6A7F97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DF42EA-12E9-4903-91CF-9A535901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4</cp:revision>
  <cp:lastPrinted>2017-11-28T17:18:00Z</cp:lastPrinted>
  <dcterms:created xsi:type="dcterms:W3CDTF">2020-11-06T06:21:00Z</dcterms:created>
  <dcterms:modified xsi:type="dcterms:W3CDTF">2020-11-06T10:31:00Z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